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7520FFC5" w14:textId="3D6936C9" w:rsid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="006340AF">
        <w:rPr>
          <w:rFonts w:ascii="Times New Roman" w:eastAsia="Calibri" w:hAnsi="Times New Roman"/>
          <w:b/>
          <w:i/>
          <w:sz w:val="24"/>
          <w:szCs w:val="24"/>
          <w:lang w:val="en-US"/>
        </w:rPr>
        <w:t>1</w:t>
      </w:r>
      <w:r w:rsidR="00EC48FC">
        <w:rPr>
          <w:rFonts w:ascii="Times New Roman" w:eastAsia="Calibri" w:hAnsi="Times New Roman"/>
          <w:b/>
          <w:i/>
          <w:sz w:val="24"/>
          <w:szCs w:val="24"/>
        </w:rPr>
        <w:t>3</w:t>
      </w:r>
    </w:p>
    <w:p w14:paraId="08679B48" w14:textId="77777777" w:rsidR="00EC48FC" w:rsidRPr="00EC48FC" w:rsidRDefault="00EC48FC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1F33D3DC" w14:textId="124A66BC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2021/1060 на Европейския парламент и на Съвета от 24 юни 2021 година за установяване на </w:t>
      </w:r>
      <w:proofErr w:type="spellStart"/>
      <w:r w:rsidRPr="009622AE">
        <w:rPr>
          <w:rFonts w:ascii="Times New Roman" w:hAnsi="Times New Roman"/>
          <w:sz w:val="24"/>
          <w:szCs w:val="24"/>
        </w:rPr>
        <w:t>общоприложимите</w:t>
      </w:r>
      <w:proofErr w:type="spellEnd"/>
      <w:r w:rsidRPr="009622AE">
        <w:rPr>
          <w:rFonts w:ascii="Times New Roman" w:hAnsi="Times New Roman"/>
          <w:sz w:val="24"/>
          <w:szCs w:val="24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Pr="009622AE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Pr="009622AE">
        <w:rPr>
          <w:rFonts w:ascii="Times New Roman" w:hAnsi="Times New Roman"/>
          <w:sz w:val="24"/>
          <w:szCs w:val="24"/>
        </w:rPr>
        <w:t>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</w:t>
      </w:r>
      <w:proofErr w:type="spellStart"/>
      <w:r w:rsidR="002262CD" w:rsidRPr="002262CD">
        <w:rPr>
          <w:rFonts w:ascii="Times New Roman" w:hAnsi="Times New Roman"/>
          <w:sz w:val="24"/>
          <w:szCs w:val="24"/>
        </w:rPr>
        <w:t>невъзобновяеми</w:t>
      </w:r>
      <w:proofErr w:type="spellEnd"/>
      <w:r w:rsidR="002262CD" w:rsidRPr="002262CD">
        <w:rPr>
          <w:rFonts w:ascii="Times New Roman" w:hAnsi="Times New Roman"/>
          <w:sz w:val="24"/>
          <w:szCs w:val="24"/>
        </w:rPr>
        <w:t xml:space="preserve">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</w:t>
      </w:r>
      <w:proofErr w:type="spellStart"/>
      <w:r w:rsidR="002262CD" w:rsidRPr="002262CD">
        <w:rPr>
          <w:rFonts w:ascii="Times New Roman" w:hAnsi="Times New Roman"/>
          <w:sz w:val="24"/>
          <w:szCs w:val="24"/>
        </w:rPr>
        <w:t>нерециклируеми</w:t>
      </w:r>
      <w:proofErr w:type="spellEnd"/>
      <w:r w:rsidR="002262CD" w:rsidRPr="002262CD">
        <w:rPr>
          <w:rFonts w:ascii="Times New Roman" w:hAnsi="Times New Roman"/>
          <w:sz w:val="24"/>
          <w:szCs w:val="24"/>
        </w:rPr>
        <w:t xml:space="preserve">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66EFC22E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85A44" w14:textId="77777777" w:rsidR="00836339" w:rsidRDefault="00836339" w:rsidP="00402ACA">
      <w:pPr>
        <w:spacing w:after="0" w:line="240" w:lineRule="auto"/>
      </w:pPr>
      <w:r>
        <w:separator/>
      </w:r>
    </w:p>
  </w:endnote>
  <w:endnote w:type="continuationSeparator" w:id="0">
    <w:p w14:paraId="6CA5F333" w14:textId="77777777" w:rsidR="00836339" w:rsidRDefault="00836339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FE127" w14:textId="77777777" w:rsidR="00765138" w:rsidRDefault="00765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1B811B40" w:rsidR="00991CB4" w:rsidRPr="0084503C" w:rsidRDefault="006C46DB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84503C">
          <w:rPr>
            <w:rFonts w:ascii="Times New Roman" w:hAnsi="Times New Roman"/>
            <w:sz w:val="18"/>
            <w:szCs w:val="18"/>
          </w:rPr>
          <w:fldChar w:fldCharType="begin"/>
        </w:r>
        <w:r w:rsidR="00991CB4" w:rsidRPr="0084503C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84503C">
          <w:rPr>
            <w:rFonts w:ascii="Times New Roman" w:hAnsi="Times New Roman"/>
            <w:sz w:val="18"/>
            <w:szCs w:val="18"/>
          </w:rPr>
          <w:fldChar w:fldCharType="separate"/>
        </w:r>
        <w:r w:rsidR="00765138">
          <w:rPr>
            <w:rFonts w:ascii="Times New Roman" w:hAnsi="Times New Roman"/>
            <w:noProof/>
            <w:sz w:val="18"/>
            <w:szCs w:val="18"/>
          </w:rPr>
          <w:t>2</w:t>
        </w:r>
        <w:r w:rsidRPr="0084503C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3BF3566A" w14:textId="6A2FF57D" w:rsidR="008B1316" w:rsidRPr="0084503C" w:rsidRDefault="00B76A59" w:rsidP="0084503C">
    <w:pPr>
      <w:pStyle w:val="Footer"/>
      <w:jc w:val="center"/>
      <w:rPr>
        <w:rFonts w:ascii="Times New Roman" w:hAnsi="Times New Roman"/>
        <w:sz w:val="18"/>
        <w:szCs w:val="18"/>
      </w:rPr>
    </w:pPr>
    <w:r w:rsidRPr="00B76A59">
      <w:rPr>
        <w:rFonts w:ascii="Times New Roman" w:hAnsi="Times New Roman"/>
        <w:b/>
        <w:sz w:val="18"/>
        <w:szCs w:val="18"/>
      </w:rPr>
      <w:t>BG16RFPR002-1.0</w:t>
    </w:r>
    <w:r w:rsidRPr="00B76A59">
      <w:rPr>
        <w:rFonts w:ascii="Times New Roman" w:hAnsi="Times New Roman"/>
        <w:b/>
        <w:sz w:val="18"/>
        <w:szCs w:val="18"/>
        <w:lang w:val="en-US"/>
      </w:rPr>
      <w:t>10</w:t>
    </w:r>
    <w:r w:rsidRPr="00B76A59">
      <w:rPr>
        <w:rFonts w:ascii="Times New Roman" w:hAnsi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DA514" w14:textId="77777777" w:rsidR="00765138" w:rsidRDefault="00765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82FDC" w14:textId="77777777" w:rsidR="00836339" w:rsidRDefault="00836339" w:rsidP="00402ACA">
      <w:pPr>
        <w:spacing w:after="0" w:line="240" w:lineRule="auto"/>
      </w:pPr>
      <w:r>
        <w:separator/>
      </w:r>
    </w:p>
  </w:footnote>
  <w:footnote w:type="continuationSeparator" w:id="0">
    <w:p w14:paraId="38E67F29" w14:textId="77777777" w:rsidR="00836339" w:rsidRDefault="00836339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2F2FA" w14:textId="77777777" w:rsidR="00765138" w:rsidRDefault="00765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04FDAA53" w:rsidR="00402ACA" w:rsidRDefault="00765138" w:rsidP="00522F04">
    <w:pPr>
      <w:pStyle w:val="Header"/>
      <w:tabs>
        <w:tab w:val="clear" w:pos="4536"/>
      </w:tabs>
    </w:pPr>
    <w:bookmarkStart w:id="0" w:name="_GoBack"/>
    <w:r>
      <w:rPr>
        <w:rFonts w:ascii="Times New Roman" w:eastAsia="Times New Roman" w:hAnsi="Times New Roman"/>
        <w:i/>
        <w:noProof/>
        <w:sz w:val="24"/>
        <w:szCs w:val="24"/>
        <w:lang w:val="en-US"/>
      </w:rPr>
      <w:pict w14:anchorId="158E4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8193" type="#_x0000_t136" style="position:absolute;margin-left:.05pt;margin-top:199pt;width:517.1pt;height:172.35pt;rotation:315;z-index:251658240;mso-position-horizontal-relative:text;mso-position-vertical-relative:text" o:allowincell="f" fillcolor="silver" stroked="f">
          <v:fill opacity=".5"/>
          <v:textpath style="font-family:&quot;Times New Roman&quot;;font-size:1pt" string="ПРОЕКТ"/>
        </v:shape>
      </w:pict>
    </w:r>
    <w:bookmarkEnd w:id="0"/>
    <w:r w:rsidR="00522F04" w:rsidRPr="00522F04">
      <w:rPr>
        <w:rFonts w:ascii="Times New Roman" w:eastAsia="Times New Roman" w:hAnsi="Times New Roman"/>
        <w:i/>
        <w:noProof/>
        <w:sz w:val="24"/>
        <w:szCs w:val="24"/>
        <w:lang w:val="en-US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81A2A">
      <w:rPr>
        <w:noProof/>
        <w:lang w:val="en-US"/>
      </w:rPr>
      <w:drawing>
        <wp:inline distT="0" distB="0" distL="0" distR="0" wp14:anchorId="6BCD5AC0" wp14:editId="345F0F55">
          <wp:extent cx="2266950" cy="64370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231" cy="6446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11542" w14:textId="77777777" w:rsidR="00765138" w:rsidRDefault="007651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CA"/>
    <w:rsid w:val="00052C76"/>
    <w:rsid w:val="00067D0A"/>
    <w:rsid w:val="000A6D9B"/>
    <w:rsid w:val="000A7D1B"/>
    <w:rsid w:val="000B6072"/>
    <w:rsid w:val="000C72E1"/>
    <w:rsid w:val="000F4DE9"/>
    <w:rsid w:val="00112ACA"/>
    <w:rsid w:val="001C4400"/>
    <w:rsid w:val="002262CD"/>
    <w:rsid w:val="0026228E"/>
    <w:rsid w:val="002665DE"/>
    <w:rsid w:val="002D3045"/>
    <w:rsid w:val="0033559F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81A2A"/>
    <w:rsid w:val="005A2D63"/>
    <w:rsid w:val="005C6AC1"/>
    <w:rsid w:val="005F04C4"/>
    <w:rsid w:val="00622EF3"/>
    <w:rsid w:val="006340AF"/>
    <w:rsid w:val="00645185"/>
    <w:rsid w:val="006564B8"/>
    <w:rsid w:val="00661B04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65138"/>
    <w:rsid w:val="00791E18"/>
    <w:rsid w:val="007F019E"/>
    <w:rsid w:val="008137F7"/>
    <w:rsid w:val="00816DDA"/>
    <w:rsid w:val="00836339"/>
    <w:rsid w:val="0084503C"/>
    <w:rsid w:val="00851621"/>
    <w:rsid w:val="008652E5"/>
    <w:rsid w:val="008A2B53"/>
    <w:rsid w:val="008B1316"/>
    <w:rsid w:val="008D4237"/>
    <w:rsid w:val="009622AE"/>
    <w:rsid w:val="009650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76A59"/>
    <w:rsid w:val="00B9758F"/>
    <w:rsid w:val="00C13066"/>
    <w:rsid w:val="00C161DD"/>
    <w:rsid w:val="00C2759F"/>
    <w:rsid w:val="00C47C4D"/>
    <w:rsid w:val="00C5662F"/>
    <w:rsid w:val="00C63107"/>
    <w:rsid w:val="00CA1872"/>
    <w:rsid w:val="00CA50C2"/>
    <w:rsid w:val="00CA7836"/>
    <w:rsid w:val="00CD46C5"/>
    <w:rsid w:val="00CE4009"/>
    <w:rsid w:val="00D40F6F"/>
    <w:rsid w:val="00D43F14"/>
    <w:rsid w:val="00D551E4"/>
    <w:rsid w:val="00DE6316"/>
    <w:rsid w:val="00E066E6"/>
    <w:rsid w:val="00E12556"/>
    <w:rsid w:val="00E22914"/>
    <w:rsid w:val="00E44CEF"/>
    <w:rsid w:val="00E530D5"/>
    <w:rsid w:val="00E80277"/>
    <w:rsid w:val="00E91B13"/>
    <w:rsid w:val="00EA0271"/>
    <w:rsid w:val="00EA40C7"/>
    <w:rsid w:val="00EC48FC"/>
    <w:rsid w:val="00EF6A85"/>
    <w:rsid w:val="00F12A1D"/>
    <w:rsid w:val="00F150D2"/>
    <w:rsid w:val="00F22D1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8A4B-F45D-4FAD-BFDF-6E782DBC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Hristo Yordanov</cp:lastModifiedBy>
  <cp:revision>7</cp:revision>
  <dcterms:created xsi:type="dcterms:W3CDTF">2024-09-19T11:33:00Z</dcterms:created>
  <dcterms:modified xsi:type="dcterms:W3CDTF">2025-07-16T10:54:00Z</dcterms:modified>
</cp:coreProperties>
</file>