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bookmarkStart w:id="0" w:name="_GoBack"/>
      <w:bookmarkEnd w:id="0"/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04F789DC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8C7159">
                              <w:rPr>
                                <w:b/>
                              </w:rPr>
                              <w:t>22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04F789DC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8C7159">
                        <w:rPr>
                          <w:b/>
                        </w:rPr>
                        <w:t>22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3C6D1C69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A07C92" w:rsidRPr="00A07C92">
        <w:rPr>
          <w:b/>
        </w:rPr>
        <w:t>BG16RFPR001-1.008 „Въвеждане на технологии от областта на Индустрия 4.0 в предприятията“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33DB4461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A62FA" w14:textId="77777777" w:rsidR="009D03CF" w:rsidRDefault="009D03CF" w:rsidP="007939FC">
      <w:r>
        <w:separator/>
      </w:r>
    </w:p>
  </w:endnote>
  <w:endnote w:type="continuationSeparator" w:id="0">
    <w:p w14:paraId="0708F003" w14:textId="77777777" w:rsidR="009D03CF" w:rsidRDefault="009D03C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7CCA0" w14:textId="77777777" w:rsidR="00EE7683" w:rsidRDefault="00EE76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7F76FB38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6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BBF38" w14:textId="77777777" w:rsidR="00EE7683" w:rsidRDefault="00EE7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860AC" w14:textId="77777777" w:rsidR="009D03CF" w:rsidRDefault="009D03CF" w:rsidP="007939FC">
      <w:r>
        <w:separator/>
      </w:r>
    </w:p>
  </w:footnote>
  <w:footnote w:type="continuationSeparator" w:id="0">
    <w:p w14:paraId="55320D76" w14:textId="77777777" w:rsidR="009D03CF" w:rsidRDefault="009D03CF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2A38BC9A" w:rsidR="00E343EC" w:rsidRDefault="00EE7683">
    <w:pPr>
      <w:pStyle w:val="Header"/>
    </w:pPr>
    <w:r>
      <w:rPr>
        <w:noProof/>
      </w:rPr>
      <w:pict w14:anchorId="1292F1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34532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30A47BD1" w:rsidR="00E343EC" w:rsidRDefault="00EE7683">
    <w:r>
      <w:rPr>
        <w:noProof/>
      </w:rPr>
      <w:pict w14:anchorId="083D3E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34533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4E483570" w:rsidR="00E343EC" w:rsidRDefault="00EE7683">
    <w:pPr>
      <w:pStyle w:val="Header"/>
    </w:pPr>
    <w:r>
      <w:rPr>
        <w:noProof/>
      </w:rPr>
      <w:pict w14:anchorId="4752CB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34531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245EE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3F0F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C7159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3CF"/>
    <w:rsid w:val="009D1F2B"/>
    <w:rsid w:val="009D6AB9"/>
    <w:rsid w:val="009F437F"/>
    <w:rsid w:val="00A0741D"/>
    <w:rsid w:val="00A07C92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5873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D7C1B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59CD"/>
    <w:rsid w:val="00E975B1"/>
    <w:rsid w:val="00EA52A1"/>
    <w:rsid w:val="00ED142A"/>
    <w:rsid w:val="00ED7F1B"/>
    <w:rsid w:val="00EE16C4"/>
    <w:rsid w:val="00EE28EC"/>
    <w:rsid w:val="00EE2C71"/>
    <w:rsid w:val="00EE7683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786CA-6FF8-4068-B983-A2CB4A6A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2025-03-04T14:02:00Z</dcterms:modified>
</cp:coreProperties>
</file>